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E8B441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577C1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3C05D" w14:textId="77777777" w:rsidR="007C75F4" w:rsidRDefault="007C75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1909717E" w:rsidR="00F1715C" w:rsidRDefault="00CC293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1A53ABFE" w14:textId="77777777" w:rsidR="007C75F4" w:rsidRPr="00B35AEF" w:rsidRDefault="007C75F4" w:rsidP="007C75F4">
          <w:pPr>
            <w:pStyle w:val="Zpat"/>
            <w:rPr>
              <w:b/>
              <w:bCs/>
            </w:rPr>
          </w:pPr>
          <w:r w:rsidRPr="00B35AEF">
            <w:rPr>
              <w:b/>
              <w:bCs/>
            </w:rPr>
            <w:t>Oblastní ředitelství Brno</w:t>
          </w:r>
        </w:p>
        <w:p w14:paraId="16F9F21D" w14:textId="77777777" w:rsidR="007C75F4" w:rsidRPr="00B35AEF" w:rsidRDefault="007C75F4" w:rsidP="007C75F4">
          <w:pPr>
            <w:pStyle w:val="Zpat"/>
            <w:rPr>
              <w:b/>
              <w:bCs/>
            </w:rPr>
          </w:pPr>
          <w:r w:rsidRPr="00B35AEF">
            <w:rPr>
              <w:b/>
              <w:bCs/>
            </w:rPr>
            <w:t>Kounicova 26</w:t>
          </w:r>
        </w:p>
        <w:p w14:paraId="44F720C3" w14:textId="0DC9F6EA" w:rsidR="00F1715C" w:rsidRDefault="007C75F4" w:rsidP="007C75F4">
          <w:pPr>
            <w:pStyle w:val="Zpat"/>
          </w:pPr>
          <w:r w:rsidRPr="00B35AEF">
            <w:rPr>
              <w:b/>
              <w:bCs/>
            </w:rPr>
            <w:t>611 43 Brno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28B2" w14:textId="77777777" w:rsidR="007C75F4" w:rsidRDefault="007C75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3942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75F4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577C1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4B98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51CEA0-31CC-4AD6-8B42-EEA5677B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11</cp:revision>
  <cp:lastPrinted>2017-11-28T17:18:00Z</cp:lastPrinted>
  <dcterms:created xsi:type="dcterms:W3CDTF">2023-09-13T10:54:00Z</dcterms:created>
  <dcterms:modified xsi:type="dcterms:W3CDTF">2025-10-02T11:44:00Z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